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09.01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09.15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537"/>
        <w:gridCol w:w="2166"/>
        <w:gridCol w:w="1009"/>
        <w:gridCol w:w="2058"/>
        <w:gridCol w:w="2180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20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5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吉林板庙子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矿业有限公司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912206017536172674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安玉坤</w:t>
            </w:r>
          </w:p>
        </w:tc>
        <w:tc>
          <w:tcPr>
            <w:tcW w:w="20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电40吉FE711（13）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中铁十五局集团有限公司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913100001699534723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黄昌富</w:t>
            </w:r>
          </w:p>
        </w:tc>
        <w:tc>
          <w:tcPr>
            <w:tcW w:w="20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5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中铁十五局集团有限公司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913100001699534723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黄昌富</w:t>
            </w:r>
          </w:p>
        </w:tc>
        <w:tc>
          <w:tcPr>
            <w:tcW w:w="20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起17吉F10006(22)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A3134A3"/>
    <w:rsid w:val="0F7362E8"/>
    <w:rsid w:val="11D80ECC"/>
    <w:rsid w:val="139F52EF"/>
    <w:rsid w:val="148B2974"/>
    <w:rsid w:val="1D883ED3"/>
    <w:rsid w:val="1DFE3475"/>
    <w:rsid w:val="1E143B8B"/>
    <w:rsid w:val="1EF56F8A"/>
    <w:rsid w:val="223E7FC1"/>
    <w:rsid w:val="24FF36DE"/>
    <w:rsid w:val="27635695"/>
    <w:rsid w:val="29357845"/>
    <w:rsid w:val="30AE011D"/>
    <w:rsid w:val="3E061F5E"/>
    <w:rsid w:val="4CB07A59"/>
    <w:rsid w:val="4D042051"/>
    <w:rsid w:val="4D1D5890"/>
    <w:rsid w:val="4E931C22"/>
    <w:rsid w:val="4FFD1868"/>
    <w:rsid w:val="562305D0"/>
    <w:rsid w:val="568914B8"/>
    <w:rsid w:val="590448A0"/>
    <w:rsid w:val="5BFB78CC"/>
    <w:rsid w:val="5C9B1D2A"/>
    <w:rsid w:val="61260A5D"/>
    <w:rsid w:val="687D29A1"/>
    <w:rsid w:val="6C540ABE"/>
    <w:rsid w:val="6EA674B1"/>
    <w:rsid w:val="70A73E1E"/>
    <w:rsid w:val="730D4C06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331</Characters>
  <Lines>33</Lines>
  <Paragraphs>9</Paragraphs>
  <TotalTime>3</TotalTime>
  <ScaleCrop>false</ScaleCrop>
  <LinksUpToDate>false</LinksUpToDate>
  <CharactersWithSpaces>331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2022-10-08T14:18:03Z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