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2025年1.1-1.31市场监管局医疗器械经营许可核发情况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67"/>
        <w:gridCol w:w="994"/>
        <w:gridCol w:w="914"/>
        <w:gridCol w:w="1280"/>
        <w:gridCol w:w="1655"/>
        <w:gridCol w:w="5162"/>
        <w:gridCol w:w="1253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67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994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62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53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0CD7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40E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1687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白山江源东润仁和大药房医药连锁有限公司一店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108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91220625MA0Y3MKE6U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6A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668A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B4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械经营许20160424号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3E9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14A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2025/01/06</w:t>
            </w:r>
          </w:p>
        </w:tc>
        <w:tc>
          <w:tcPr>
            <w:tcW w:w="1318" w:type="dxa"/>
            <w:vAlign w:val="center"/>
          </w:tcPr>
          <w:p w14:paraId="30F1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</w:tr>
      <w:tr w14:paraId="126E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ED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AAB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白山江源东润仁和大药房医药连锁有限公司二店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808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91220625MA0Y3MM470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68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453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1D9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吉白食药监械经营许20160417号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18D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54AD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2025/01/06</w:t>
            </w:r>
          </w:p>
        </w:tc>
        <w:tc>
          <w:tcPr>
            <w:tcW w:w="1318" w:type="dxa"/>
            <w:vAlign w:val="center"/>
          </w:tcPr>
          <w:p w14:paraId="5FEE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</w:tr>
      <w:tr w14:paraId="749B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3FEE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6845A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白山江源东润仁和大药房医药连锁有限公司十一店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CA5C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91220625MA157D6X59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E30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7D76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14A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吉白药监械经营许20180188号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05A9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6815注射穿刺器械，6822医用光学器具、仪器及内窥镜设备，6865医用缝合材料及粘合剂，6866医用高分子材料及制品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</w:p>
        </w:tc>
        <w:tc>
          <w:tcPr>
            <w:tcW w:w="1253" w:type="dxa"/>
            <w:vAlign w:val="center"/>
          </w:tcPr>
          <w:p w14:paraId="32A1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318" w:type="dxa"/>
            <w:vAlign w:val="center"/>
          </w:tcPr>
          <w:p w14:paraId="627C2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  <w:tr w14:paraId="6EDA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FF6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2EA3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白山江源东润仁和大药房医药连锁有限公司十二店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E8C5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91220625MA157UP88J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9D01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0CE9D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252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吉白药监械经营许20180189号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89F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6815注射穿刺器械，6822医用光学器具、仪器及内窥镜设备，6865医用缝合材料及粘合剂，6866医用高分子材料及制品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</w:p>
        </w:tc>
        <w:tc>
          <w:tcPr>
            <w:tcW w:w="1253" w:type="dxa"/>
            <w:vAlign w:val="center"/>
          </w:tcPr>
          <w:p w14:paraId="69792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318" w:type="dxa"/>
            <w:vAlign w:val="center"/>
          </w:tcPr>
          <w:p w14:paraId="1F05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  <w:tr w14:paraId="437B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9B2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3BF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白山江源东润仁和大药房医药连锁有限公司八店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6F6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91220625MA0Y3ML67C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9E6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1A34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B2D1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吉白食药监械经营许20160422号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EA63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39C5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318" w:type="dxa"/>
            <w:vAlign w:val="center"/>
          </w:tcPr>
          <w:p w14:paraId="3E733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  <w:tr w14:paraId="2F05C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BCE6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26F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白山江源东润仁和大药房医药连锁有限公司十三店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6FCA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91220605MA17JRX53Y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C14C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55469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3570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吉白食药监械经营许20200222号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C53E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6F472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318" w:type="dxa"/>
            <w:vAlign w:val="center"/>
          </w:tcPr>
          <w:p w14:paraId="25D97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  <w:tr w14:paraId="14100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978C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9E77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白山江源东润仁和大药房医药连锁有限公司十五店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EC04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91220605MA84N0G02T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0869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42E8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2B49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吉白食药监械经营许20210178号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35F3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7D974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318" w:type="dxa"/>
            <w:vAlign w:val="center"/>
          </w:tcPr>
          <w:p w14:paraId="45FD4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  <w:tr w14:paraId="4045C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F205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7DE3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白山江源东润仁和大药房医药连锁有限公司十六店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EB4F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91220605MA7BTUF56L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1836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35D80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A82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吉白食药监械经营许20210276号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5466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37C63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318" w:type="dxa"/>
            <w:vAlign w:val="center"/>
          </w:tcPr>
          <w:p w14:paraId="3DCE8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  <w:tr w14:paraId="16CB3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7E04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D96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白山江源东润仁和大药房医药连锁有限公司十七店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522A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91220605MA7BTXA52A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9251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08BEF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902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吉白食药监械经营许20210277号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978D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7AB73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318" w:type="dxa"/>
            <w:vAlign w:val="center"/>
          </w:tcPr>
          <w:p w14:paraId="69381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  <w:tr w14:paraId="56645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28E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E31F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白山江源东润仁和大药房医药连锁有限公司十八店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8E39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91220605MAC4JLU477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C66C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0086E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E3B6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吉白药监械经营许20230077号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D3C5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1854A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318" w:type="dxa"/>
            <w:vAlign w:val="center"/>
          </w:tcPr>
          <w:p w14:paraId="06D86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  <w:tr w14:paraId="29253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7420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43D8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白山江源东润仁和大药房医药连锁有限公司五店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626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91220625MA0Y3MPB36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CB2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高永艳</w:t>
            </w:r>
          </w:p>
        </w:tc>
        <w:tc>
          <w:tcPr>
            <w:tcW w:w="1280" w:type="dxa"/>
            <w:vAlign w:val="center"/>
          </w:tcPr>
          <w:p w14:paraId="51700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757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吉白食药监械经营许20160419号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4C1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6815注射穿刺器械，6821医用电子仪器设备，6822医用光学器具、仪器及内窥镜设备，6863口腔科材料，6865医用缝合材料及粘合剂，6866医用高分子材料及制品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06医用成像器械，07医用诊察和监护器械，10输血、透析和体外循环器械，12有源植入器械，14注输、护理和防护器械，16眼科器械，17口腔科器械，18妇产科、辅助生殖和避孕器械，22临床检验器械</w:t>
            </w:r>
          </w:p>
        </w:tc>
        <w:tc>
          <w:tcPr>
            <w:tcW w:w="1253" w:type="dxa"/>
            <w:vAlign w:val="center"/>
          </w:tcPr>
          <w:p w14:paraId="15CB5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2025/01/07</w:t>
            </w:r>
          </w:p>
        </w:tc>
        <w:tc>
          <w:tcPr>
            <w:tcW w:w="1318" w:type="dxa"/>
            <w:vAlign w:val="center"/>
          </w:tcPr>
          <w:p w14:paraId="5D935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  <w:tr w14:paraId="20E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CD2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3D9F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白山市江源区健民大药房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06D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91220605MA17QWY940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0A84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朱海成</w:t>
            </w:r>
          </w:p>
        </w:tc>
        <w:tc>
          <w:tcPr>
            <w:tcW w:w="1280" w:type="dxa"/>
            <w:vAlign w:val="center"/>
          </w:tcPr>
          <w:p w14:paraId="1A8A4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441D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吉白药监械经营许20250001号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18125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6820-普通诊察器械,6822-医用光学器具、仪器及内窥镜设备,6826-物理治疗及康复设备,6840-临床检验分析仪器及诊断试剂（诊断试剂不需低温冷藏运输贮存）,6854-手术室、急救室、诊疗室设备及器具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04-骨科手术器械,06-医用成像器械,07-医用诊察和监护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470AC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  <w:tc>
          <w:tcPr>
            <w:tcW w:w="1318" w:type="dxa"/>
            <w:vAlign w:val="center"/>
          </w:tcPr>
          <w:p w14:paraId="3751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2030/01/07</w:t>
            </w:r>
          </w:p>
        </w:tc>
      </w:tr>
      <w:tr w14:paraId="6529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A4D2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7365A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白山市乐康大药房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6008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91220600MA84TB1C8T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CE15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曹梦晨</w:t>
            </w:r>
          </w:p>
        </w:tc>
        <w:tc>
          <w:tcPr>
            <w:tcW w:w="1280" w:type="dxa"/>
            <w:vAlign w:val="center"/>
          </w:tcPr>
          <w:p w14:paraId="72509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8A9A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吉白药监械经营许20210254号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369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6815注射穿刺器械，6822医用光学器具、仪器及内窥镜设备，6826物理治疗及康复设备，6866医用高分子材料及制品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06医用成像器械，09物理治疗器械，10输血、透析和体外循环器械，14注输、护理和防护器械</w:t>
            </w:r>
          </w:p>
        </w:tc>
        <w:tc>
          <w:tcPr>
            <w:tcW w:w="1253" w:type="dxa"/>
            <w:vAlign w:val="center"/>
          </w:tcPr>
          <w:p w14:paraId="54A8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2025/01/09</w:t>
            </w:r>
          </w:p>
        </w:tc>
        <w:tc>
          <w:tcPr>
            <w:tcW w:w="1318" w:type="dxa"/>
            <w:vAlign w:val="center"/>
          </w:tcPr>
          <w:p w14:paraId="5440B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2026/11/02</w:t>
            </w:r>
          </w:p>
        </w:tc>
      </w:tr>
      <w:tr w14:paraId="40F8C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475" w:type="dxa"/>
            <w:vAlign w:val="center"/>
          </w:tcPr>
          <w:p w14:paraId="6D3D4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ACBA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白山康源医疗器械有限公司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2F5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91220605MAE60PPPX4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1459F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赵玉霞</w:t>
            </w:r>
          </w:p>
        </w:tc>
        <w:tc>
          <w:tcPr>
            <w:tcW w:w="1280" w:type="dxa"/>
            <w:vAlign w:val="center"/>
          </w:tcPr>
          <w:p w14:paraId="0CBA4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9E10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吉白药监械经营许20250002号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7C35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00-无对应子目录,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除外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11-医疗器械消毒灭菌器械,12-有源植入器械,13-无源植入器械,14-注输、护理和防护器械,15-患者承载器械,16-眼科器械,17-口腔科器械,18-妇产科、辅助生殖和避孕器械,19-医用康复器械,20-中医器械,21-医用软件,22-临床检验器械</w:t>
            </w:r>
          </w:p>
        </w:tc>
        <w:tc>
          <w:tcPr>
            <w:tcW w:w="1253" w:type="dxa"/>
            <w:vAlign w:val="center"/>
          </w:tcPr>
          <w:p w14:paraId="5170E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2025/01/14</w:t>
            </w:r>
          </w:p>
        </w:tc>
        <w:tc>
          <w:tcPr>
            <w:tcW w:w="1318" w:type="dxa"/>
            <w:vAlign w:val="center"/>
          </w:tcPr>
          <w:p w14:paraId="6D929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2030/01/13</w:t>
            </w:r>
          </w:p>
        </w:tc>
      </w:tr>
      <w:tr w14:paraId="0881B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8A3E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7236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白山市汇恩堂大药房有限公司江北店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CB80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91220602MACHJE0227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B8A6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 w14:paraId="5F6A5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2628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吉白药监械经营许20230127号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CEE5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0A3A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2023/07/07</w:t>
            </w:r>
          </w:p>
        </w:tc>
        <w:tc>
          <w:tcPr>
            <w:tcW w:w="1318" w:type="dxa"/>
            <w:vAlign w:val="center"/>
          </w:tcPr>
          <w:p w14:paraId="230C6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2028/07/06</w:t>
            </w:r>
          </w:p>
        </w:tc>
      </w:tr>
      <w:tr w14:paraId="7203D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03DE2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746CD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白山市汇恩堂大药房有限公司华山分店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B7E9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91220602MAD2LEHC1X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0441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 w14:paraId="5BBC1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6A6F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吉白药监械经营许20230200号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113D8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6815-注射穿刺器械,6822-医用光学器具、仪器及内窥镜设备,6840-临床检验分析仪器及诊断试剂（诊断试剂不需低温冷藏运输贮存）,6863-口腔科材料,6865-医用缝合材料及粘合剂,6866-医用高分子材料及制品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02-无源手术器械,08-呼吸、麻醉和急救器械,10-输血、透析和体外循环器械,14-注输、护理和防护器械,16-眼科器械,17-口腔科器械,18-妇产科、辅助生殖和避孕器械,6840-体外诊断试剂（不需冷链运输、贮存）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6D7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2023/12/25</w:t>
            </w:r>
          </w:p>
        </w:tc>
        <w:tc>
          <w:tcPr>
            <w:tcW w:w="1318" w:type="dxa"/>
            <w:vAlign w:val="center"/>
          </w:tcPr>
          <w:p w14:paraId="04457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2028/12/27</w:t>
            </w:r>
          </w:p>
        </w:tc>
      </w:tr>
      <w:tr w14:paraId="3D5A9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5018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7E904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C75E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91220600MA17FM6J04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E178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6598F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633A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吉白药监械经营许20200086号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69B66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7093D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2025/01/23</w:t>
            </w:r>
          </w:p>
        </w:tc>
        <w:tc>
          <w:tcPr>
            <w:tcW w:w="1318" w:type="dxa"/>
            <w:vAlign w:val="center"/>
          </w:tcPr>
          <w:p w14:paraId="65593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2029/01/22</w:t>
            </w:r>
          </w:p>
        </w:tc>
      </w:tr>
    </w:tbl>
    <w:p w14:paraId="1E9509DC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4412612"/>
    <w:rsid w:val="05CC64B2"/>
    <w:rsid w:val="06492079"/>
    <w:rsid w:val="06B16E0F"/>
    <w:rsid w:val="06C42C57"/>
    <w:rsid w:val="0708176C"/>
    <w:rsid w:val="078728A5"/>
    <w:rsid w:val="092D370C"/>
    <w:rsid w:val="0AA5655F"/>
    <w:rsid w:val="0D337F9C"/>
    <w:rsid w:val="0EA975BA"/>
    <w:rsid w:val="0EC84E58"/>
    <w:rsid w:val="0F7362E8"/>
    <w:rsid w:val="0F7C2CF7"/>
    <w:rsid w:val="11E71E16"/>
    <w:rsid w:val="139F52EF"/>
    <w:rsid w:val="13BD48C1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7B51699"/>
    <w:rsid w:val="4CCF2C54"/>
    <w:rsid w:val="4D60609A"/>
    <w:rsid w:val="4F71446F"/>
    <w:rsid w:val="50E631E5"/>
    <w:rsid w:val="51FA6638"/>
    <w:rsid w:val="52D77C19"/>
    <w:rsid w:val="544937FD"/>
    <w:rsid w:val="54DF2606"/>
    <w:rsid w:val="56034E48"/>
    <w:rsid w:val="5BDA4B57"/>
    <w:rsid w:val="5C79270D"/>
    <w:rsid w:val="5D8E056D"/>
    <w:rsid w:val="5E9B6083"/>
    <w:rsid w:val="606F63C2"/>
    <w:rsid w:val="64ED2414"/>
    <w:rsid w:val="669B6140"/>
    <w:rsid w:val="670D5DAC"/>
    <w:rsid w:val="67353091"/>
    <w:rsid w:val="68254A0D"/>
    <w:rsid w:val="683170FF"/>
    <w:rsid w:val="6B2571F1"/>
    <w:rsid w:val="6C540ABE"/>
    <w:rsid w:val="6FFFC119"/>
    <w:rsid w:val="703F58B5"/>
    <w:rsid w:val="71C87A48"/>
    <w:rsid w:val="74864C61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4504</Words>
  <Characters>6256</Characters>
  <Lines>0</Lines>
  <Paragraphs>0</Paragraphs>
  <TotalTime>27</TotalTime>
  <ScaleCrop>false</ScaleCrop>
  <LinksUpToDate>false</LinksUpToDate>
  <CharactersWithSpaces>6271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2025-02-05T03:24:17Z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E5BB6B80993E4120823CF078D874EFF6_13</vt:lpwstr>
  </property>
  <property fmtid="{D5CDD505-2E9C-101B-9397-08002B2CF9AE}" pid="4" name="KSOTemplateDocerSaveRecord">
    <vt:lpwstr>eyJoZGlkIjoiY2YyYTk1YWE4M2RlNzIxYTlkMjBmNGUyNzJkNWFjMzcifQ==</vt:lpwstr>
  </property>
</Properties>
</file>